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F8A11" w14:textId="77777777" w:rsidR="00A53B87" w:rsidRDefault="00D85D1D">
      <w:pPr>
        <w:jc w:val="center"/>
        <w:rPr>
          <w:b/>
          <w:szCs w:val="24"/>
          <w:lang w:eastAsia="lt-LT"/>
        </w:rPr>
      </w:pPr>
      <w:r>
        <w:rPr>
          <w:b/>
          <w:szCs w:val="24"/>
          <w:lang w:eastAsia="lt-LT"/>
        </w:rPr>
        <w:t>TEISĖS AKTŲ PROJEKTŲ ANTIKORUPCINIO VERTINIMO PAŽYMA</w:t>
      </w:r>
    </w:p>
    <w:p w14:paraId="1660A3BE" w14:textId="77777777" w:rsidR="00A53B87" w:rsidRDefault="00A53B87">
      <w:pPr>
        <w:rPr>
          <w:szCs w:val="24"/>
          <w:lang w:eastAsia="lt-LT"/>
        </w:rPr>
      </w:pPr>
    </w:p>
    <w:p w14:paraId="1476635A" w14:textId="77777777" w:rsidR="00A53B87" w:rsidRDefault="00D85D1D">
      <w:pPr>
        <w:jc w:val="both"/>
        <w:rPr>
          <w:b/>
          <w:bCs/>
          <w:color w:val="222222"/>
          <w:shd w:val="clear" w:color="auto" w:fill="FFFFFF"/>
          <w:lang w:val="en-GB"/>
        </w:rPr>
      </w:pPr>
      <w:r>
        <w:rPr>
          <w:szCs w:val="24"/>
          <w:lang w:eastAsia="lt-LT"/>
        </w:rPr>
        <w:t xml:space="preserve">Teisės akto projekto pavadinimas: </w:t>
      </w:r>
      <w:proofErr w:type="spellStart"/>
      <w:r>
        <w:rPr>
          <w:b/>
          <w:bCs/>
          <w:color w:val="222222"/>
          <w:shd w:val="clear" w:color="auto" w:fill="FFFFFF"/>
          <w:lang w:val="en-GB"/>
        </w:rPr>
        <w:t>Dėl</w:t>
      </w:r>
      <w:proofErr w:type="spellEnd"/>
      <w:r>
        <w:rPr>
          <w:b/>
          <w:bCs/>
          <w:color w:val="222222"/>
          <w:shd w:val="clear" w:color="auto" w:fill="FFFFFF"/>
          <w:lang w:val="en-GB"/>
        </w:rPr>
        <w:t xml:space="preserve"> Skuodo rajono savivaldybės </w:t>
      </w:r>
      <w:proofErr w:type="spellStart"/>
      <w:r>
        <w:rPr>
          <w:b/>
          <w:bCs/>
          <w:color w:val="222222"/>
          <w:shd w:val="clear" w:color="auto" w:fill="FFFFFF"/>
          <w:lang w:val="en-GB"/>
        </w:rPr>
        <w:t>tarybos</w:t>
      </w:r>
      <w:proofErr w:type="spellEnd"/>
      <w:r>
        <w:rPr>
          <w:b/>
          <w:bCs/>
          <w:color w:val="222222"/>
          <w:shd w:val="clear" w:color="auto" w:fill="FFFFFF"/>
          <w:lang w:val="en-GB"/>
        </w:rPr>
        <w:t xml:space="preserve"> 2024 m. </w:t>
      </w:r>
      <w:proofErr w:type="spellStart"/>
      <w:r>
        <w:rPr>
          <w:b/>
          <w:bCs/>
          <w:color w:val="222222"/>
          <w:shd w:val="clear" w:color="auto" w:fill="FFFFFF"/>
          <w:lang w:val="en-GB"/>
        </w:rPr>
        <w:t>spalio</w:t>
      </w:r>
      <w:proofErr w:type="spellEnd"/>
      <w:r>
        <w:rPr>
          <w:b/>
          <w:bCs/>
          <w:color w:val="222222"/>
          <w:shd w:val="clear" w:color="auto" w:fill="FFFFFF"/>
          <w:lang w:val="en-GB"/>
        </w:rPr>
        <w:t xml:space="preserve"> 31 d. </w:t>
      </w:r>
      <w:proofErr w:type="spellStart"/>
      <w:r>
        <w:rPr>
          <w:b/>
          <w:bCs/>
          <w:color w:val="222222"/>
          <w:shd w:val="clear" w:color="auto" w:fill="FFFFFF"/>
          <w:lang w:val="en-GB"/>
        </w:rPr>
        <w:t>sprendimo</w:t>
      </w:r>
      <w:proofErr w:type="spellEnd"/>
      <w:r>
        <w:rPr>
          <w:b/>
          <w:bCs/>
          <w:color w:val="222222"/>
          <w:shd w:val="clear" w:color="auto" w:fill="FFFFFF"/>
          <w:lang w:val="en-GB"/>
        </w:rPr>
        <w:t xml:space="preserve"> Nr. T9-</w:t>
      </w:r>
      <w:proofErr w:type="gramStart"/>
      <w:r>
        <w:rPr>
          <w:b/>
          <w:bCs/>
          <w:color w:val="222222"/>
          <w:shd w:val="clear" w:color="auto" w:fill="FFFFFF"/>
          <w:lang w:val="en-GB"/>
        </w:rPr>
        <w:t>208 ,,</w:t>
      </w:r>
      <w:proofErr w:type="spellStart"/>
      <w:r>
        <w:rPr>
          <w:b/>
          <w:bCs/>
          <w:color w:val="222222"/>
          <w:shd w:val="clear" w:color="auto" w:fill="FFFFFF"/>
          <w:lang w:val="en-GB"/>
        </w:rPr>
        <w:t>Dėl</w:t>
      </w:r>
      <w:proofErr w:type="spellEnd"/>
      <w:proofErr w:type="gramEnd"/>
      <w:r>
        <w:rPr>
          <w:b/>
          <w:bCs/>
          <w:color w:val="222222"/>
          <w:shd w:val="clear" w:color="auto" w:fill="FFFFFF"/>
          <w:lang w:val="en-GB"/>
        </w:rPr>
        <w:t xml:space="preserve"> </w:t>
      </w:r>
      <w:proofErr w:type="spellStart"/>
      <w:r>
        <w:rPr>
          <w:b/>
          <w:bCs/>
          <w:color w:val="222222"/>
          <w:shd w:val="clear" w:color="auto" w:fill="FFFFFF"/>
          <w:lang w:val="en-GB"/>
        </w:rPr>
        <w:t>kitos</w:t>
      </w:r>
      <w:proofErr w:type="spellEnd"/>
      <w:r>
        <w:rPr>
          <w:b/>
          <w:bCs/>
          <w:color w:val="222222"/>
          <w:shd w:val="clear" w:color="auto" w:fill="FFFFFF"/>
          <w:lang w:val="en-GB"/>
        </w:rPr>
        <w:t xml:space="preserve"> </w:t>
      </w:r>
      <w:proofErr w:type="spellStart"/>
      <w:r>
        <w:rPr>
          <w:b/>
          <w:bCs/>
          <w:color w:val="222222"/>
          <w:shd w:val="clear" w:color="auto" w:fill="FFFFFF"/>
          <w:lang w:val="en-GB"/>
        </w:rPr>
        <w:t>paskirties</w:t>
      </w:r>
      <w:proofErr w:type="spellEnd"/>
      <w:r>
        <w:rPr>
          <w:b/>
          <w:bCs/>
          <w:color w:val="222222"/>
          <w:shd w:val="clear" w:color="auto" w:fill="FFFFFF"/>
          <w:lang w:val="en-GB"/>
        </w:rPr>
        <w:t xml:space="preserve"> </w:t>
      </w:r>
      <w:proofErr w:type="spellStart"/>
      <w:r>
        <w:rPr>
          <w:b/>
          <w:bCs/>
          <w:color w:val="222222"/>
          <w:shd w:val="clear" w:color="auto" w:fill="FFFFFF"/>
          <w:lang w:val="en-GB"/>
        </w:rPr>
        <w:t>valstybinės</w:t>
      </w:r>
      <w:proofErr w:type="spellEnd"/>
      <w:r>
        <w:rPr>
          <w:b/>
          <w:bCs/>
          <w:color w:val="222222"/>
          <w:shd w:val="clear" w:color="auto" w:fill="FFFFFF"/>
          <w:lang w:val="en-GB"/>
        </w:rPr>
        <w:t xml:space="preserve"> </w:t>
      </w:r>
      <w:proofErr w:type="spellStart"/>
      <w:r>
        <w:rPr>
          <w:b/>
          <w:bCs/>
          <w:color w:val="222222"/>
          <w:shd w:val="clear" w:color="auto" w:fill="FFFFFF"/>
          <w:lang w:val="en-GB"/>
        </w:rPr>
        <w:t>žemės</w:t>
      </w:r>
      <w:proofErr w:type="spellEnd"/>
      <w:r>
        <w:rPr>
          <w:b/>
          <w:bCs/>
          <w:color w:val="222222"/>
          <w:shd w:val="clear" w:color="auto" w:fill="FFFFFF"/>
          <w:lang w:val="en-GB"/>
        </w:rPr>
        <w:t xml:space="preserve"> </w:t>
      </w:r>
      <w:proofErr w:type="spellStart"/>
      <w:r>
        <w:rPr>
          <w:b/>
          <w:bCs/>
          <w:color w:val="222222"/>
          <w:shd w:val="clear" w:color="auto" w:fill="FFFFFF"/>
          <w:lang w:val="en-GB"/>
        </w:rPr>
        <w:t>sklypo</w:t>
      </w:r>
      <w:proofErr w:type="spellEnd"/>
      <w:r>
        <w:rPr>
          <w:b/>
          <w:bCs/>
          <w:color w:val="222222"/>
          <w:shd w:val="clear" w:color="auto" w:fill="FFFFFF"/>
          <w:lang w:val="en-GB"/>
        </w:rPr>
        <w:t xml:space="preserve">, </w:t>
      </w:r>
      <w:proofErr w:type="spellStart"/>
      <w:r>
        <w:rPr>
          <w:b/>
          <w:bCs/>
          <w:color w:val="222222"/>
          <w:shd w:val="clear" w:color="auto" w:fill="FFFFFF"/>
          <w:lang w:val="en-GB"/>
        </w:rPr>
        <w:t>esančio</w:t>
      </w:r>
      <w:proofErr w:type="spellEnd"/>
      <w:r>
        <w:rPr>
          <w:b/>
          <w:bCs/>
          <w:color w:val="222222"/>
          <w:shd w:val="clear" w:color="auto" w:fill="FFFFFF"/>
          <w:lang w:val="en-GB"/>
        </w:rPr>
        <w:t xml:space="preserve"> </w:t>
      </w:r>
      <w:proofErr w:type="spellStart"/>
      <w:r>
        <w:rPr>
          <w:b/>
          <w:bCs/>
          <w:color w:val="222222"/>
          <w:shd w:val="clear" w:color="auto" w:fill="FFFFFF"/>
          <w:lang w:val="en-GB"/>
        </w:rPr>
        <w:t>Pievų</w:t>
      </w:r>
      <w:proofErr w:type="spellEnd"/>
      <w:r>
        <w:rPr>
          <w:b/>
          <w:bCs/>
          <w:color w:val="222222"/>
          <w:shd w:val="clear" w:color="auto" w:fill="FFFFFF"/>
          <w:lang w:val="en-GB"/>
        </w:rPr>
        <w:t xml:space="preserve"> g. 38, Skuodo </w:t>
      </w:r>
      <w:proofErr w:type="spellStart"/>
      <w:r>
        <w:rPr>
          <w:b/>
          <w:bCs/>
          <w:color w:val="222222"/>
          <w:shd w:val="clear" w:color="auto" w:fill="FFFFFF"/>
          <w:lang w:val="en-GB"/>
        </w:rPr>
        <w:t>mieste</w:t>
      </w:r>
      <w:proofErr w:type="spellEnd"/>
      <w:r>
        <w:rPr>
          <w:b/>
          <w:bCs/>
          <w:color w:val="222222"/>
          <w:shd w:val="clear" w:color="auto" w:fill="FFFFFF"/>
          <w:lang w:val="en-GB"/>
        </w:rPr>
        <w:t xml:space="preserve">, </w:t>
      </w:r>
      <w:proofErr w:type="spellStart"/>
      <w:r>
        <w:rPr>
          <w:b/>
          <w:bCs/>
          <w:color w:val="222222"/>
          <w:shd w:val="clear" w:color="auto" w:fill="FFFFFF"/>
          <w:lang w:val="en-GB"/>
        </w:rPr>
        <w:t>nuomos</w:t>
      </w:r>
      <w:proofErr w:type="spellEnd"/>
      <w:r>
        <w:rPr>
          <w:b/>
          <w:bCs/>
          <w:color w:val="222222"/>
          <w:shd w:val="clear" w:color="auto" w:fill="FFFFFF"/>
          <w:lang w:val="en-GB"/>
        </w:rPr>
        <w:t xml:space="preserve">“ </w:t>
      </w:r>
      <w:proofErr w:type="spellStart"/>
      <w:r>
        <w:rPr>
          <w:b/>
          <w:bCs/>
          <w:color w:val="222222"/>
          <w:shd w:val="clear" w:color="auto" w:fill="FFFFFF"/>
          <w:lang w:val="en-GB"/>
        </w:rPr>
        <w:t>pakeitimo</w:t>
      </w:r>
      <w:proofErr w:type="spellEnd"/>
      <w:r>
        <w:rPr>
          <w:b/>
          <w:bCs/>
          <w:color w:val="222222"/>
          <w:shd w:val="clear" w:color="auto" w:fill="FFFFFF"/>
        </w:rPr>
        <w:t>.</w:t>
      </w:r>
    </w:p>
    <w:p w14:paraId="1CCE376F" w14:textId="77777777" w:rsidR="00A53B87" w:rsidRDefault="00D85D1D">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E315898" w14:textId="77777777" w:rsidR="00A53B87" w:rsidRDefault="00D85D1D">
      <w:pPr>
        <w:jc w:val="both"/>
        <w:rPr>
          <w:color w:val="000000"/>
        </w:rPr>
      </w:pPr>
      <w:r>
        <w:rPr>
          <w:color w:val="000000"/>
        </w:rPr>
        <w:t>Teisės akto projekto antikorupcinis vertinimas atliktas (</w:t>
      </w:r>
      <w:r>
        <w:rPr>
          <w:i/>
          <w:color w:val="000000"/>
        </w:rPr>
        <w:t>pažymėti reikiamą atsakymą</w:t>
      </w:r>
      <w:r>
        <w:rPr>
          <w:color w:val="000000"/>
        </w:rPr>
        <w:t>):</w:t>
      </w:r>
    </w:p>
    <w:p w14:paraId="36208CB2" w14:textId="77777777" w:rsidR="00A53B87" w:rsidRDefault="00D85D1D">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19C25B76" w14:textId="77777777" w:rsidR="00A53B87" w:rsidRDefault="00D85D1D">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03B8CB1" w14:textId="77777777" w:rsidR="00A53B87" w:rsidRDefault="00D85D1D">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17913F70" w14:textId="77777777" w:rsidR="00A53B87" w:rsidRDefault="00D85D1D">
      <w:pPr>
        <w:jc w:val="both"/>
      </w:pPr>
      <w:r>
        <w:t>_________________________________________________________________________________________________________________________</w:t>
      </w:r>
    </w:p>
    <w:p w14:paraId="3A3B7D0F" w14:textId="77777777" w:rsidR="00A53B87" w:rsidRDefault="00D85D1D">
      <w:pPr>
        <w:jc w:val="both"/>
      </w:pPr>
      <w:r>
        <w:rPr>
          <w:szCs w:val="24"/>
          <w:lang w:eastAsia="lt-LT"/>
        </w:rPr>
        <w:t>_________________________________________________________________________________________________________________________</w:t>
      </w:r>
    </w:p>
    <w:p w14:paraId="17398C55" w14:textId="77777777" w:rsidR="00A53B87" w:rsidRDefault="00A53B87">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A53B87" w14:paraId="40B6900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C9513A" w14:textId="77777777" w:rsidR="00A53B87" w:rsidRDefault="00D85D1D">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3DE852" w14:textId="77777777" w:rsidR="00A53B87" w:rsidRDefault="00D85D1D">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069237" w14:textId="77777777" w:rsidR="00A53B87" w:rsidRDefault="00D85D1D">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10242E8F" w14:textId="77777777" w:rsidR="00A53B87" w:rsidRDefault="00D85D1D">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1AF0F9" w14:textId="77777777" w:rsidR="00A53B87" w:rsidRDefault="00A53B87">
            <w:pPr>
              <w:jc w:val="center"/>
              <w:rPr>
                <w:sz w:val="20"/>
                <w:lang w:eastAsia="lt-LT"/>
              </w:rPr>
            </w:pPr>
          </w:p>
          <w:p w14:paraId="3F9B762B" w14:textId="77777777" w:rsidR="00A53B87" w:rsidRDefault="00D85D1D">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4A11372C" w14:textId="77777777" w:rsidR="00A53B87" w:rsidRDefault="00D85D1D">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7E6DE0" w14:textId="77777777" w:rsidR="00A53B87" w:rsidRDefault="00D85D1D">
            <w:pPr>
              <w:jc w:val="center"/>
              <w:rPr>
                <w:sz w:val="20"/>
                <w:lang w:eastAsia="lt-LT"/>
              </w:rPr>
            </w:pPr>
            <w:r>
              <w:rPr>
                <w:sz w:val="20"/>
                <w:lang w:eastAsia="lt-LT"/>
              </w:rPr>
              <w:t>Išvada dėl teisės akto projekto pakeitimų arba argumentų, kodėl neatsižvelgta į pastabą</w:t>
            </w:r>
          </w:p>
          <w:p w14:paraId="3A49EA84" w14:textId="77777777" w:rsidR="00A53B87" w:rsidRDefault="00D85D1D">
            <w:pPr>
              <w:jc w:val="center"/>
              <w:rPr>
                <w:sz w:val="20"/>
                <w:lang w:eastAsia="lt-LT"/>
              </w:rPr>
            </w:pPr>
            <w:r>
              <w:rPr>
                <w:sz w:val="20"/>
                <w:lang w:eastAsia="lt-LT"/>
              </w:rPr>
              <w:t>(</w:t>
            </w:r>
            <w:r>
              <w:rPr>
                <w:i/>
                <w:sz w:val="20"/>
                <w:lang w:eastAsia="lt-LT"/>
              </w:rPr>
              <w:t>pildo teisės akto projekto antikorupcinį vertinimą atliekantis asmuo)</w:t>
            </w:r>
          </w:p>
        </w:tc>
      </w:tr>
      <w:tr w:rsidR="00A53B87" w14:paraId="05CD055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BF9690" w14:textId="77777777" w:rsidR="00A53B87" w:rsidRDefault="00D85D1D">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FFD31F" w14:textId="77777777" w:rsidR="00A53B87" w:rsidRDefault="00D85D1D">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35108" w14:textId="77777777" w:rsidR="00A53B87" w:rsidRDefault="00D85D1D">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589B04" w14:textId="77777777" w:rsidR="00A53B87" w:rsidRDefault="00A53B8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FACA4" w14:textId="77777777" w:rsidR="00A53B87" w:rsidRDefault="00D85D1D">
            <w:pPr>
              <w:rPr>
                <w:sz w:val="20"/>
                <w:lang w:eastAsia="lt-LT"/>
              </w:rPr>
            </w:pPr>
            <w:r>
              <w:rPr>
                <w:sz w:val="20"/>
                <w:lang w:eastAsia="lt-LT"/>
              </w:rPr>
              <w:t>□ tenkina</w:t>
            </w:r>
          </w:p>
          <w:p w14:paraId="51CECE4B" w14:textId="77777777" w:rsidR="00A53B87" w:rsidRDefault="00D85D1D">
            <w:pPr>
              <w:rPr>
                <w:sz w:val="20"/>
                <w:lang w:eastAsia="lt-LT"/>
              </w:rPr>
            </w:pPr>
            <w:r>
              <w:rPr>
                <w:sz w:val="20"/>
                <w:lang w:eastAsia="lt-LT"/>
              </w:rPr>
              <w:t>□ netenkina</w:t>
            </w:r>
          </w:p>
        </w:tc>
      </w:tr>
      <w:tr w:rsidR="00A53B87" w14:paraId="21C6050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538CC4" w14:textId="77777777" w:rsidR="00A53B87" w:rsidRDefault="00D85D1D">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4BF5BA" w14:textId="77777777" w:rsidR="00A53B87" w:rsidRDefault="00D85D1D">
            <w:pPr>
              <w:keepNext/>
              <w:rPr>
                <w:sz w:val="20"/>
                <w:lang w:eastAsia="lt-LT"/>
              </w:rPr>
            </w:pPr>
            <w:r>
              <w:rPr>
                <w:sz w:val="20"/>
                <w:lang w:eastAsia="lt-LT"/>
              </w:rPr>
              <w:t xml:space="preserve">Teisės akto projekte nėra spragų ar nuostatų, leisiančių dviprasmiškai </w:t>
            </w:r>
            <w:r>
              <w:rPr>
                <w:sz w:val="20"/>
                <w:lang w:eastAsia="lt-LT"/>
              </w:rPr>
              <w:t>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8EBA" w14:textId="77777777" w:rsidR="00A53B87" w:rsidRDefault="00D85D1D">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64B36" w14:textId="77777777" w:rsidR="00A53B87" w:rsidRDefault="00A53B87">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904810" w14:textId="77777777" w:rsidR="00A53B87" w:rsidRDefault="00D85D1D">
            <w:pPr>
              <w:keepNext/>
              <w:rPr>
                <w:sz w:val="20"/>
                <w:lang w:eastAsia="lt-LT"/>
              </w:rPr>
            </w:pPr>
            <w:r>
              <w:rPr>
                <w:sz w:val="20"/>
                <w:lang w:eastAsia="lt-LT"/>
              </w:rPr>
              <w:t>□ tenkina</w:t>
            </w:r>
          </w:p>
          <w:p w14:paraId="38294197" w14:textId="77777777" w:rsidR="00A53B87" w:rsidRDefault="00D85D1D">
            <w:pPr>
              <w:keepNext/>
              <w:rPr>
                <w:sz w:val="20"/>
                <w:lang w:eastAsia="lt-LT"/>
              </w:rPr>
            </w:pPr>
            <w:r>
              <w:rPr>
                <w:sz w:val="20"/>
                <w:lang w:eastAsia="lt-LT"/>
              </w:rPr>
              <w:t>□ netenkina</w:t>
            </w:r>
          </w:p>
        </w:tc>
      </w:tr>
      <w:tr w:rsidR="00A53B87" w14:paraId="3B8790F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BC198A" w14:textId="77777777" w:rsidR="00A53B87" w:rsidRDefault="00D85D1D">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C92DA" w14:textId="77777777" w:rsidR="00A53B87" w:rsidRDefault="00D85D1D">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ABF96" w14:textId="77777777" w:rsidR="00A53B87" w:rsidRDefault="00D85D1D">
            <w:pPr>
              <w:rPr>
                <w:sz w:val="20"/>
                <w:lang w:eastAsia="lt-LT"/>
              </w:rPr>
            </w:pPr>
            <w:r>
              <w:rPr>
                <w:bCs/>
                <w:sz w:val="20"/>
              </w:rPr>
              <w:lastRenderedPageBreak/>
              <w:t>Kriterijų atitinka</w:t>
            </w:r>
          </w:p>
          <w:p w14:paraId="7364CA36" w14:textId="77777777" w:rsidR="00A53B87" w:rsidRDefault="00A53B87">
            <w:pPr>
              <w:rPr>
                <w:sz w:val="20"/>
                <w:lang w:eastAsia="lt-LT"/>
              </w:rPr>
            </w:pPr>
          </w:p>
          <w:p w14:paraId="7CAE6908" w14:textId="77777777" w:rsidR="00A53B87" w:rsidRDefault="00A53B87">
            <w:pPr>
              <w:rPr>
                <w:sz w:val="20"/>
                <w:lang w:eastAsia="lt-LT"/>
              </w:rPr>
            </w:pPr>
          </w:p>
          <w:p w14:paraId="4A005C01" w14:textId="77777777" w:rsidR="00A53B87" w:rsidRDefault="00A53B87">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D67533"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5AC90B" w14:textId="77777777" w:rsidR="00A53B87" w:rsidRDefault="00D85D1D">
            <w:pPr>
              <w:rPr>
                <w:sz w:val="20"/>
                <w:lang w:eastAsia="lt-LT"/>
              </w:rPr>
            </w:pPr>
            <w:r>
              <w:rPr>
                <w:sz w:val="20"/>
                <w:lang w:eastAsia="lt-LT"/>
              </w:rPr>
              <w:t>□ tenkina</w:t>
            </w:r>
          </w:p>
          <w:p w14:paraId="15DF8896" w14:textId="77777777" w:rsidR="00A53B87" w:rsidRDefault="00D85D1D">
            <w:pPr>
              <w:rPr>
                <w:sz w:val="20"/>
                <w:lang w:eastAsia="lt-LT"/>
              </w:rPr>
            </w:pPr>
            <w:r>
              <w:rPr>
                <w:sz w:val="20"/>
                <w:lang w:eastAsia="lt-LT"/>
              </w:rPr>
              <w:t>□ netenkina</w:t>
            </w:r>
          </w:p>
        </w:tc>
      </w:tr>
      <w:tr w:rsidR="00A53B87" w14:paraId="0FC6F0C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0856E" w14:textId="77777777" w:rsidR="00A53B87" w:rsidRDefault="00D85D1D">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BADEC" w14:textId="77777777" w:rsidR="00A53B87" w:rsidRDefault="00D85D1D">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6BEBDC" w14:textId="77777777" w:rsidR="00A53B87" w:rsidRDefault="00D85D1D">
            <w:pPr>
              <w:rPr>
                <w:sz w:val="20"/>
                <w:lang w:eastAsia="lt-LT"/>
              </w:rPr>
            </w:pPr>
            <w:r>
              <w:rPr>
                <w:bCs/>
                <w:sz w:val="20"/>
              </w:rPr>
              <w:t>Kriterijų atitinka</w:t>
            </w:r>
          </w:p>
          <w:p w14:paraId="06442873" w14:textId="77777777" w:rsidR="00A53B87" w:rsidRDefault="00A53B8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D068DD"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3E31D" w14:textId="77777777" w:rsidR="00A53B87" w:rsidRDefault="00D85D1D">
            <w:pPr>
              <w:rPr>
                <w:sz w:val="20"/>
                <w:lang w:eastAsia="lt-LT"/>
              </w:rPr>
            </w:pPr>
            <w:r>
              <w:rPr>
                <w:sz w:val="20"/>
                <w:lang w:eastAsia="lt-LT"/>
              </w:rPr>
              <w:t>□ tenkina</w:t>
            </w:r>
          </w:p>
          <w:p w14:paraId="223CC10E" w14:textId="77777777" w:rsidR="00A53B87" w:rsidRDefault="00D85D1D">
            <w:pPr>
              <w:rPr>
                <w:sz w:val="20"/>
                <w:lang w:eastAsia="lt-LT"/>
              </w:rPr>
            </w:pPr>
            <w:r>
              <w:rPr>
                <w:sz w:val="20"/>
                <w:lang w:eastAsia="lt-LT"/>
              </w:rPr>
              <w:t xml:space="preserve">□ </w:t>
            </w:r>
            <w:r>
              <w:rPr>
                <w:sz w:val="20"/>
                <w:lang w:eastAsia="lt-LT"/>
              </w:rPr>
              <w:t>netenkina</w:t>
            </w:r>
          </w:p>
        </w:tc>
      </w:tr>
      <w:tr w:rsidR="00A53B87" w14:paraId="2000BC9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0EFE91" w14:textId="77777777" w:rsidR="00A53B87" w:rsidRDefault="00D85D1D">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48F472" w14:textId="77777777" w:rsidR="00A53B87" w:rsidRDefault="00D85D1D">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D65EE2" w14:textId="77777777" w:rsidR="00A53B87" w:rsidRDefault="00D85D1D">
            <w:pPr>
              <w:rPr>
                <w:sz w:val="20"/>
                <w:lang w:eastAsia="lt-LT"/>
              </w:rPr>
            </w:pPr>
            <w:r>
              <w:rPr>
                <w:bCs/>
                <w:sz w:val="20"/>
              </w:rPr>
              <w:t>Kriterijų atitinka</w:t>
            </w:r>
          </w:p>
          <w:p w14:paraId="0002B0B1" w14:textId="77777777" w:rsidR="00A53B87" w:rsidRDefault="00A53B8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114B7"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C47153" w14:textId="77777777" w:rsidR="00A53B87" w:rsidRDefault="00D85D1D">
            <w:pPr>
              <w:rPr>
                <w:sz w:val="20"/>
                <w:lang w:eastAsia="lt-LT"/>
              </w:rPr>
            </w:pPr>
            <w:r>
              <w:rPr>
                <w:sz w:val="20"/>
                <w:lang w:eastAsia="lt-LT"/>
              </w:rPr>
              <w:t>□ tenkina</w:t>
            </w:r>
          </w:p>
          <w:p w14:paraId="2C3C4A72" w14:textId="77777777" w:rsidR="00A53B87" w:rsidRDefault="00D85D1D">
            <w:pPr>
              <w:rPr>
                <w:sz w:val="20"/>
                <w:lang w:eastAsia="lt-LT"/>
              </w:rPr>
            </w:pPr>
            <w:r>
              <w:rPr>
                <w:sz w:val="20"/>
                <w:lang w:eastAsia="lt-LT"/>
              </w:rPr>
              <w:t>□ netenkina</w:t>
            </w:r>
          </w:p>
        </w:tc>
      </w:tr>
      <w:tr w:rsidR="00A53B87" w14:paraId="396562B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08FEA" w14:textId="77777777" w:rsidR="00A53B87" w:rsidRDefault="00D85D1D">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ADE108" w14:textId="77777777" w:rsidR="00A53B87" w:rsidRDefault="00D85D1D">
            <w:pPr>
              <w:rPr>
                <w:sz w:val="20"/>
                <w:highlight w:val="yellow"/>
                <w:lang w:eastAsia="lt-LT"/>
              </w:rPr>
            </w:pPr>
            <w:r>
              <w:rPr>
                <w:sz w:val="20"/>
                <w:lang w:eastAsia="lt-LT"/>
              </w:rPr>
              <w:t xml:space="preserve">Teisės akto projekte nustatytas baigtinis motyvuotų atvejų, kai priimant sprendimus taikomos </w:t>
            </w:r>
            <w:r>
              <w:rPr>
                <w:sz w:val="20"/>
                <w:lang w:eastAsia="lt-LT"/>
              </w:rPr>
              <w:t>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9EC9F8" w14:textId="77777777" w:rsidR="00A53B87" w:rsidRDefault="00D85D1D">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B715AB"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C73483" w14:textId="77777777" w:rsidR="00A53B87" w:rsidRDefault="00D85D1D">
            <w:pPr>
              <w:rPr>
                <w:sz w:val="20"/>
                <w:lang w:eastAsia="lt-LT"/>
              </w:rPr>
            </w:pPr>
            <w:r>
              <w:rPr>
                <w:sz w:val="20"/>
                <w:lang w:eastAsia="lt-LT"/>
              </w:rPr>
              <w:t>□ tenkina</w:t>
            </w:r>
          </w:p>
          <w:p w14:paraId="423654F0" w14:textId="77777777" w:rsidR="00A53B87" w:rsidRDefault="00D85D1D">
            <w:pPr>
              <w:rPr>
                <w:sz w:val="20"/>
                <w:lang w:eastAsia="lt-LT"/>
              </w:rPr>
            </w:pPr>
            <w:r>
              <w:rPr>
                <w:sz w:val="20"/>
                <w:lang w:eastAsia="lt-LT"/>
              </w:rPr>
              <w:t>□ netenkina</w:t>
            </w:r>
          </w:p>
        </w:tc>
      </w:tr>
      <w:tr w:rsidR="00A53B87" w14:paraId="2250CF1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89C78D" w14:textId="77777777" w:rsidR="00A53B87" w:rsidRDefault="00D85D1D">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B92C5D" w14:textId="77777777" w:rsidR="00A53B87" w:rsidRDefault="00D85D1D">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7B1D8" w14:textId="77777777" w:rsidR="00A53B87" w:rsidRDefault="00D85D1D">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9E8A71"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31E07A" w14:textId="77777777" w:rsidR="00A53B87" w:rsidRDefault="00D85D1D">
            <w:pPr>
              <w:rPr>
                <w:sz w:val="20"/>
                <w:lang w:eastAsia="lt-LT"/>
              </w:rPr>
            </w:pPr>
            <w:r>
              <w:rPr>
                <w:sz w:val="20"/>
                <w:lang w:eastAsia="lt-LT"/>
              </w:rPr>
              <w:t>□ tenkina</w:t>
            </w:r>
          </w:p>
          <w:p w14:paraId="777D7079" w14:textId="77777777" w:rsidR="00A53B87" w:rsidRDefault="00D85D1D">
            <w:pPr>
              <w:rPr>
                <w:sz w:val="20"/>
                <w:lang w:eastAsia="lt-LT"/>
              </w:rPr>
            </w:pPr>
            <w:r>
              <w:rPr>
                <w:sz w:val="20"/>
                <w:lang w:eastAsia="lt-LT"/>
              </w:rPr>
              <w:t>□ netenkina</w:t>
            </w:r>
          </w:p>
        </w:tc>
      </w:tr>
      <w:tr w:rsidR="00A53B87" w14:paraId="3192E03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256606" w14:textId="77777777" w:rsidR="00A53B87" w:rsidRDefault="00D85D1D">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79E4A" w14:textId="77777777" w:rsidR="00A53B87" w:rsidRDefault="00D85D1D">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1059DF" w14:textId="77777777" w:rsidR="00A53B87" w:rsidRDefault="00D85D1D">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48372" w14:textId="77777777" w:rsidR="00A53B87" w:rsidRDefault="00A53B8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39889" w14:textId="77777777" w:rsidR="00A53B87" w:rsidRDefault="00D85D1D">
            <w:pPr>
              <w:rPr>
                <w:sz w:val="20"/>
                <w:lang w:eastAsia="lt-LT"/>
              </w:rPr>
            </w:pPr>
            <w:r>
              <w:rPr>
                <w:sz w:val="20"/>
                <w:lang w:eastAsia="lt-LT"/>
              </w:rPr>
              <w:t>□ tenkina</w:t>
            </w:r>
          </w:p>
          <w:p w14:paraId="663F9DBA" w14:textId="77777777" w:rsidR="00A53B87" w:rsidRDefault="00D85D1D">
            <w:pPr>
              <w:rPr>
                <w:sz w:val="20"/>
                <w:lang w:eastAsia="lt-LT"/>
              </w:rPr>
            </w:pPr>
            <w:r>
              <w:rPr>
                <w:sz w:val="20"/>
                <w:lang w:eastAsia="lt-LT"/>
              </w:rPr>
              <w:t>□ netenkina</w:t>
            </w:r>
          </w:p>
        </w:tc>
      </w:tr>
      <w:tr w:rsidR="00A53B87" w14:paraId="619B549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11458" w14:textId="77777777" w:rsidR="00A53B87" w:rsidRDefault="00D85D1D">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6656CD" w14:textId="77777777" w:rsidR="00A53B87" w:rsidRDefault="00D85D1D">
            <w:pPr>
              <w:rPr>
                <w:sz w:val="20"/>
                <w:lang w:eastAsia="lt-LT"/>
              </w:rPr>
            </w:pPr>
            <w:r>
              <w:rPr>
                <w:sz w:val="20"/>
                <w:lang w:eastAsia="lt-LT"/>
              </w:rPr>
              <w:t>Jeigu pagal numatomą reguliavimą sprendimus priima kolegialus subjektas, teisės akto projekte nustatyta kolegialaus sprendimus priimančio subjekto:</w:t>
            </w:r>
          </w:p>
          <w:p w14:paraId="3F1CC05A" w14:textId="77777777" w:rsidR="00A53B87" w:rsidRDefault="00D85D1D">
            <w:pPr>
              <w:ind w:left="33"/>
              <w:rPr>
                <w:sz w:val="20"/>
              </w:rPr>
            </w:pPr>
            <w:r>
              <w:rPr>
                <w:sz w:val="20"/>
              </w:rPr>
              <w:t xml:space="preserve">9.1. </w:t>
            </w:r>
            <w:r>
              <w:rPr>
                <w:sz w:val="20"/>
              </w:rPr>
              <w:t>konkretus narių skaičius, užtikrinantis kolegialaus sprendimus priimančio subjekto veiklos objektyvumą</w:t>
            </w:r>
          </w:p>
          <w:p w14:paraId="4D0C1A48" w14:textId="77777777" w:rsidR="00A53B87" w:rsidRDefault="00D85D1D">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645910F9" w14:textId="77777777" w:rsidR="00A53B87" w:rsidRDefault="00D85D1D">
            <w:pPr>
              <w:rPr>
                <w:sz w:val="20"/>
              </w:rPr>
            </w:pPr>
            <w:r>
              <w:rPr>
                <w:sz w:val="20"/>
                <w:lang w:eastAsia="lt-LT"/>
              </w:rPr>
              <w:t>9.3</w:t>
            </w:r>
            <w:r>
              <w:rPr>
                <w:spacing w:val="-4"/>
                <w:sz w:val="20"/>
                <w:lang w:eastAsia="lt-LT"/>
              </w:rPr>
              <w:t>. narių skyrimo mechanizmas</w:t>
            </w:r>
          </w:p>
          <w:p w14:paraId="47ED11F9" w14:textId="77777777" w:rsidR="00A53B87" w:rsidRDefault="00D85D1D">
            <w:pPr>
              <w:rPr>
                <w:sz w:val="20"/>
                <w:lang w:eastAsia="lt-LT"/>
              </w:rPr>
            </w:pPr>
            <w:r>
              <w:rPr>
                <w:sz w:val="20"/>
                <w:lang w:eastAsia="lt-LT"/>
              </w:rPr>
              <w:t>9.4. narių rotacija ir kadencijų skaičius ir trukmė</w:t>
            </w:r>
          </w:p>
          <w:p w14:paraId="6CD75E69" w14:textId="77777777" w:rsidR="00A53B87" w:rsidRDefault="00D85D1D">
            <w:pPr>
              <w:rPr>
                <w:sz w:val="20"/>
              </w:rPr>
            </w:pPr>
            <w:r>
              <w:rPr>
                <w:sz w:val="20"/>
              </w:rPr>
              <w:t>9.5. veiklos pobūdis laiko atžvilgiu</w:t>
            </w:r>
          </w:p>
          <w:p w14:paraId="1D4DE3FF" w14:textId="77777777" w:rsidR="00A53B87" w:rsidRDefault="00D85D1D">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307F3C" w14:textId="77777777" w:rsidR="00A53B87" w:rsidRDefault="00D85D1D">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DF337"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87DB1" w14:textId="77777777" w:rsidR="00A53B87" w:rsidRDefault="00D85D1D">
            <w:pPr>
              <w:rPr>
                <w:sz w:val="20"/>
                <w:lang w:eastAsia="lt-LT"/>
              </w:rPr>
            </w:pPr>
            <w:r>
              <w:rPr>
                <w:sz w:val="20"/>
                <w:lang w:eastAsia="lt-LT"/>
              </w:rPr>
              <w:t>□ tenkina</w:t>
            </w:r>
          </w:p>
          <w:p w14:paraId="47BABAC1" w14:textId="77777777" w:rsidR="00A53B87" w:rsidRDefault="00D85D1D">
            <w:pPr>
              <w:rPr>
                <w:sz w:val="20"/>
                <w:lang w:eastAsia="lt-LT"/>
              </w:rPr>
            </w:pPr>
            <w:r>
              <w:rPr>
                <w:sz w:val="20"/>
                <w:lang w:eastAsia="lt-LT"/>
              </w:rPr>
              <w:t>□ netenkina</w:t>
            </w:r>
          </w:p>
        </w:tc>
      </w:tr>
      <w:tr w:rsidR="00A53B87" w14:paraId="04A0FE8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08A322" w14:textId="77777777" w:rsidR="00A53B87" w:rsidRDefault="00D85D1D">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72260" w14:textId="77777777" w:rsidR="00A53B87" w:rsidRDefault="00D85D1D">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9E7A3D" w14:textId="77777777" w:rsidR="00A53B87" w:rsidRDefault="00D85D1D">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C46D4B"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A1CF41" w14:textId="77777777" w:rsidR="00A53B87" w:rsidRDefault="00D85D1D">
            <w:pPr>
              <w:rPr>
                <w:sz w:val="20"/>
                <w:lang w:eastAsia="lt-LT"/>
              </w:rPr>
            </w:pPr>
            <w:r>
              <w:rPr>
                <w:sz w:val="20"/>
                <w:lang w:eastAsia="lt-LT"/>
              </w:rPr>
              <w:t>□ tenkina</w:t>
            </w:r>
          </w:p>
          <w:p w14:paraId="6A98D7F0" w14:textId="77777777" w:rsidR="00A53B87" w:rsidRDefault="00D85D1D">
            <w:pPr>
              <w:rPr>
                <w:sz w:val="20"/>
                <w:lang w:eastAsia="lt-LT"/>
              </w:rPr>
            </w:pPr>
            <w:r>
              <w:rPr>
                <w:sz w:val="20"/>
                <w:lang w:eastAsia="lt-LT"/>
              </w:rPr>
              <w:t xml:space="preserve">□ </w:t>
            </w:r>
            <w:r>
              <w:rPr>
                <w:sz w:val="20"/>
                <w:lang w:eastAsia="lt-LT"/>
              </w:rPr>
              <w:t>netenkina</w:t>
            </w:r>
          </w:p>
        </w:tc>
      </w:tr>
      <w:tr w:rsidR="00A53B87" w14:paraId="72998A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519A46" w14:textId="77777777" w:rsidR="00A53B87" w:rsidRDefault="00D85D1D">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8345D" w14:textId="77777777" w:rsidR="00A53B87" w:rsidRDefault="00D85D1D">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1DB1D2" w14:textId="77777777" w:rsidR="00A53B87" w:rsidRDefault="00D85D1D">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3B9D8E" w14:textId="77777777" w:rsidR="00A53B87" w:rsidRDefault="00A53B87">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182960" w14:textId="77777777" w:rsidR="00A53B87" w:rsidRDefault="00D85D1D">
            <w:pPr>
              <w:keepNext/>
              <w:rPr>
                <w:sz w:val="20"/>
                <w:lang w:eastAsia="lt-LT"/>
              </w:rPr>
            </w:pPr>
            <w:r>
              <w:rPr>
                <w:sz w:val="20"/>
                <w:lang w:eastAsia="lt-LT"/>
              </w:rPr>
              <w:t>□ tenkina</w:t>
            </w:r>
          </w:p>
          <w:p w14:paraId="53F82B14" w14:textId="77777777" w:rsidR="00A53B87" w:rsidRDefault="00D85D1D">
            <w:pPr>
              <w:keepNext/>
              <w:rPr>
                <w:sz w:val="20"/>
                <w:lang w:eastAsia="lt-LT"/>
              </w:rPr>
            </w:pPr>
            <w:r>
              <w:rPr>
                <w:sz w:val="20"/>
                <w:lang w:eastAsia="lt-LT"/>
              </w:rPr>
              <w:t>□ netenkina</w:t>
            </w:r>
          </w:p>
        </w:tc>
      </w:tr>
      <w:tr w:rsidR="00A53B87" w14:paraId="5F9884F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75D4E5" w14:textId="77777777" w:rsidR="00A53B87" w:rsidRDefault="00D85D1D">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505AB" w14:textId="77777777" w:rsidR="00A53B87" w:rsidRDefault="00D85D1D">
            <w:pPr>
              <w:rPr>
                <w:sz w:val="20"/>
              </w:rPr>
            </w:pPr>
            <w:r>
              <w:rPr>
                <w:sz w:val="20"/>
                <w:lang w:eastAsia="lt-LT"/>
              </w:rPr>
              <w:t xml:space="preserve">Teisės akto projektas nustato jo </w:t>
            </w:r>
            <w:r>
              <w:rPr>
                <w:sz w:val="20"/>
                <w:lang w:eastAsia="lt-LT"/>
              </w:rPr>
              <w:t>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75EF6" w14:textId="77777777" w:rsidR="00A53B87" w:rsidRDefault="00D85D1D">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30E82"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76E7" w14:textId="77777777" w:rsidR="00A53B87" w:rsidRDefault="00D85D1D">
            <w:pPr>
              <w:rPr>
                <w:sz w:val="20"/>
                <w:lang w:eastAsia="lt-LT"/>
              </w:rPr>
            </w:pPr>
            <w:r>
              <w:rPr>
                <w:sz w:val="20"/>
                <w:lang w:eastAsia="lt-LT"/>
              </w:rPr>
              <w:t>□ tenkina</w:t>
            </w:r>
          </w:p>
          <w:p w14:paraId="2E1E686A" w14:textId="77777777" w:rsidR="00A53B87" w:rsidRDefault="00D85D1D">
            <w:pPr>
              <w:rPr>
                <w:sz w:val="20"/>
                <w:lang w:eastAsia="lt-LT"/>
              </w:rPr>
            </w:pPr>
            <w:r>
              <w:rPr>
                <w:sz w:val="20"/>
                <w:lang w:eastAsia="lt-LT"/>
              </w:rPr>
              <w:t>□ netenkina</w:t>
            </w:r>
          </w:p>
        </w:tc>
      </w:tr>
      <w:tr w:rsidR="00A53B87" w14:paraId="12350EA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11AF7" w14:textId="77777777" w:rsidR="00A53B87" w:rsidRDefault="00D85D1D">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E47AE0" w14:textId="77777777" w:rsidR="00A53B87" w:rsidRDefault="00D85D1D">
            <w:pPr>
              <w:rPr>
                <w:sz w:val="20"/>
                <w:lang w:eastAsia="lt-LT"/>
              </w:rPr>
            </w:pPr>
            <w:r>
              <w:rPr>
                <w:sz w:val="20"/>
                <w:lang w:eastAsia="lt-LT"/>
              </w:rPr>
              <w:t xml:space="preserve">Teisės akto projektas nustato motyvuotas terminų sustabdymo ir pratęsimo </w:t>
            </w:r>
            <w:r>
              <w:rPr>
                <w:sz w:val="20"/>
                <w:lang w:eastAsia="lt-LT"/>
              </w:rPr>
              <w:t>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4ADB09" w14:textId="77777777" w:rsidR="00A53B87" w:rsidRDefault="00D85D1D">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1C541"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B9386A" w14:textId="77777777" w:rsidR="00A53B87" w:rsidRDefault="00D85D1D">
            <w:pPr>
              <w:rPr>
                <w:sz w:val="20"/>
                <w:lang w:eastAsia="lt-LT"/>
              </w:rPr>
            </w:pPr>
            <w:r>
              <w:rPr>
                <w:sz w:val="20"/>
                <w:lang w:eastAsia="lt-LT"/>
              </w:rPr>
              <w:t>□ tenkina</w:t>
            </w:r>
          </w:p>
          <w:p w14:paraId="65B60044" w14:textId="77777777" w:rsidR="00A53B87" w:rsidRDefault="00D85D1D">
            <w:pPr>
              <w:rPr>
                <w:sz w:val="20"/>
                <w:lang w:eastAsia="lt-LT"/>
              </w:rPr>
            </w:pPr>
            <w:r>
              <w:rPr>
                <w:sz w:val="20"/>
                <w:lang w:eastAsia="lt-LT"/>
              </w:rPr>
              <w:t>□ netenkina</w:t>
            </w:r>
          </w:p>
        </w:tc>
      </w:tr>
      <w:tr w:rsidR="00A53B87" w14:paraId="5F69169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80610F" w14:textId="77777777" w:rsidR="00A53B87" w:rsidRDefault="00D85D1D">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183300" w14:textId="77777777" w:rsidR="00A53B87" w:rsidRDefault="00D85D1D">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94378" w14:textId="77777777" w:rsidR="00A53B87" w:rsidRDefault="00D85D1D">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4E1C79" w14:textId="77777777" w:rsidR="00A53B87" w:rsidRDefault="00A53B87">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72B8B" w14:textId="77777777" w:rsidR="00A53B87" w:rsidRDefault="00D85D1D">
            <w:pPr>
              <w:rPr>
                <w:sz w:val="20"/>
                <w:lang w:eastAsia="lt-LT"/>
              </w:rPr>
            </w:pPr>
            <w:r>
              <w:rPr>
                <w:sz w:val="20"/>
                <w:lang w:eastAsia="lt-LT"/>
              </w:rPr>
              <w:t>□ tenkina</w:t>
            </w:r>
          </w:p>
          <w:p w14:paraId="3B3E4851" w14:textId="77777777" w:rsidR="00A53B87" w:rsidRDefault="00D85D1D">
            <w:pPr>
              <w:rPr>
                <w:sz w:val="20"/>
                <w:lang w:eastAsia="lt-LT"/>
              </w:rPr>
            </w:pPr>
            <w:r>
              <w:rPr>
                <w:sz w:val="20"/>
                <w:lang w:eastAsia="lt-LT"/>
              </w:rPr>
              <w:t>□ netenkina</w:t>
            </w:r>
          </w:p>
        </w:tc>
      </w:tr>
      <w:tr w:rsidR="00A53B87" w14:paraId="2E0FD30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940CB9" w14:textId="77777777" w:rsidR="00A53B87" w:rsidRDefault="00D85D1D">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8F0B3" w14:textId="77777777" w:rsidR="00A53B87" w:rsidRDefault="00D85D1D">
            <w:pPr>
              <w:rPr>
                <w:sz w:val="20"/>
                <w:lang w:eastAsia="lt-LT"/>
              </w:rPr>
            </w:pPr>
            <w:r>
              <w:rPr>
                <w:sz w:val="20"/>
                <w:lang w:eastAsia="lt-LT"/>
              </w:rPr>
              <w:t>Teisės akto projekte nustatytos kontrolės (priežiūros) skaidrumo ir objektyvumo užtikrinimo priemonės (p</w:t>
            </w:r>
            <w:r>
              <w:rPr>
                <w:sz w:val="20"/>
              </w:rPr>
              <w:t xml:space="preserve">vz., </w:t>
            </w:r>
            <w:r>
              <w:rPr>
                <w:sz w:val="20"/>
              </w:rPr>
              <w:lastRenderedPageBreak/>
              <w:t xml:space="preserve">aiškiai ir išsamiai išdėstytos </w:t>
            </w:r>
            <w:r>
              <w:rPr>
                <w:sz w:val="20"/>
              </w:rPr>
              <w:t>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F6AE30" w14:textId="77777777" w:rsidR="00A53B87" w:rsidRDefault="00D85D1D">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8532E3"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E2B4C" w14:textId="77777777" w:rsidR="00A53B87" w:rsidRDefault="00D85D1D">
            <w:pPr>
              <w:rPr>
                <w:sz w:val="20"/>
                <w:lang w:eastAsia="lt-LT"/>
              </w:rPr>
            </w:pPr>
            <w:r>
              <w:rPr>
                <w:sz w:val="20"/>
                <w:lang w:eastAsia="lt-LT"/>
              </w:rPr>
              <w:t>□ tenkina</w:t>
            </w:r>
          </w:p>
          <w:p w14:paraId="3BCFCD9D" w14:textId="77777777" w:rsidR="00A53B87" w:rsidRDefault="00D85D1D">
            <w:pPr>
              <w:rPr>
                <w:sz w:val="20"/>
                <w:lang w:eastAsia="lt-LT"/>
              </w:rPr>
            </w:pPr>
            <w:r>
              <w:rPr>
                <w:sz w:val="20"/>
                <w:lang w:eastAsia="lt-LT"/>
              </w:rPr>
              <w:t>□ netenkina</w:t>
            </w:r>
          </w:p>
        </w:tc>
      </w:tr>
      <w:tr w:rsidR="00A53B87" w14:paraId="2A3304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0A3D1" w14:textId="77777777" w:rsidR="00A53B87" w:rsidRDefault="00D85D1D">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959B2" w14:textId="77777777" w:rsidR="00A53B87" w:rsidRDefault="00D85D1D">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32FA87" w14:textId="77777777" w:rsidR="00A53B87" w:rsidRDefault="00D85D1D">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1C011"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F240C3" w14:textId="77777777" w:rsidR="00A53B87" w:rsidRDefault="00D85D1D">
            <w:pPr>
              <w:rPr>
                <w:sz w:val="20"/>
                <w:lang w:eastAsia="lt-LT"/>
              </w:rPr>
            </w:pPr>
            <w:r>
              <w:rPr>
                <w:sz w:val="20"/>
                <w:lang w:eastAsia="lt-LT"/>
              </w:rPr>
              <w:t>□ tenkina</w:t>
            </w:r>
          </w:p>
          <w:p w14:paraId="6BAB6AF4" w14:textId="77777777" w:rsidR="00A53B87" w:rsidRDefault="00D85D1D">
            <w:pPr>
              <w:rPr>
                <w:sz w:val="20"/>
                <w:lang w:eastAsia="lt-LT"/>
              </w:rPr>
            </w:pPr>
            <w:r>
              <w:rPr>
                <w:sz w:val="20"/>
                <w:lang w:eastAsia="lt-LT"/>
              </w:rPr>
              <w:t>□ netenkina</w:t>
            </w:r>
          </w:p>
        </w:tc>
      </w:tr>
      <w:tr w:rsidR="00A53B87" w14:paraId="434B18E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52F238" w14:textId="77777777" w:rsidR="00A53B87" w:rsidRDefault="00D85D1D">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30A70" w14:textId="77777777" w:rsidR="00A53B87" w:rsidRDefault="00D85D1D">
            <w:pPr>
              <w:keepNext/>
              <w:rPr>
                <w:sz w:val="20"/>
                <w:lang w:eastAsia="lt-LT"/>
              </w:rPr>
            </w:pPr>
            <w:r>
              <w:rPr>
                <w:sz w:val="20"/>
                <w:lang w:eastAsia="lt-LT"/>
              </w:rPr>
              <w:t xml:space="preserve">Teisės aktų projekte numatytas baigtinis kriterijų, pagal kuriuos skiriama nuobauda (sankcija) už teisės akto projekte nustatytų nurodymų nevykdymą, sąrašas ir nustatyta aiški nuobaudos </w:t>
            </w:r>
            <w:r>
              <w:rPr>
                <w:sz w:val="20"/>
                <w:lang w:eastAsia="lt-LT"/>
              </w:rPr>
              <w:t>(sankcijos)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543818" w14:textId="77777777" w:rsidR="00A53B87" w:rsidRDefault="00D85D1D">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F8AD2F" w14:textId="77777777" w:rsidR="00A53B87" w:rsidRDefault="00A53B87">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18D451" w14:textId="77777777" w:rsidR="00A53B87" w:rsidRDefault="00D85D1D">
            <w:pPr>
              <w:keepNext/>
              <w:rPr>
                <w:sz w:val="20"/>
                <w:lang w:eastAsia="lt-LT"/>
              </w:rPr>
            </w:pPr>
            <w:r>
              <w:rPr>
                <w:sz w:val="20"/>
                <w:lang w:eastAsia="lt-LT"/>
              </w:rPr>
              <w:t>□ tenkina</w:t>
            </w:r>
          </w:p>
          <w:p w14:paraId="11960504" w14:textId="77777777" w:rsidR="00A53B87" w:rsidRDefault="00D85D1D">
            <w:pPr>
              <w:keepNext/>
              <w:rPr>
                <w:sz w:val="20"/>
                <w:lang w:eastAsia="lt-LT"/>
              </w:rPr>
            </w:pPr>
            <w:r>
              <w:rPr>
                <w:sz w:val="20"/>
                <w:lang w:eastAsia="lt-LT"/>
              </w:rPr>
              <w:t>□ netenkina</w:t>
            </w:r>
          </w:p>
        </w:tc>
      </w:tr>
      <w:tr w:rsidR="00A53B87" w14:paraId="7D3BD21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076DCC" w14:textId="77777777" w:rsidR="00A53B87" w:rsidRDefault="00D85D1D">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C0C11" w14:textId="77777777" w:rsidR="00A53B87" w:rsidRDefault="00D85D1D">
            <w:pPr>
              <w:rPr>
                <w:sz w:val="20"/>
                <w:lang w:eastAsia="lt-LT"/>
              </w:rPr>
            </w:pPr>
            <w:r>
              <w:rPr>
                <w:sz w:val="20"/>
              </w:rPr>
              <w:t xml:space="preserve">Kartu su teisės akto projektu pateikta pakankamai jį pagrindžiančių lydimųjų dokumentų ir informacijos,  siekiant </w:t>
            </w:r>
            <w:r>
              <w:rPr>
                <w:sz w:val="20"/>
              </w:rPr>
              <w:t>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37C3AA" w14:textId="77777777" w:rsidR="00A53B87" w:rsidRDefault="00D85D1D">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5A2248"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E1EF9C" w14:textId="77777777" w:rsidR="00A53B87" w:rsidRDefault="00D85D1D">
            <w:pPr>
              <w:rPr>
                <w:sz w:val="20"/>
                <w:lang w:eastAsia="lt-LT"/>
              </w:rPr>
            </w:pPr>
            <w:r>
              <w:rPr>
                <w:sz w:val="20"/>
                <w:lang w:eastAsia="lt-LT"/>
              </w:rPr>
              <w:t>□ tenkina</w:t>
            </w:r>
          </w:p>
          <w:p w14:paraId="44B20A24" w14:textId="77777777" w:rsidR="00A53B87" w:rsidRDefault="00D85D1D">
            <w:pPr>
              <w:rPr>
                <w:sz w:val="20"/>
                <w:lang w:eastAsia="lt-LT"/>
              </w:rPr>
            </w:pPr>
            <w:r>
              <w:rPr>
                <w:sz w:val="20"/>
                <w:lang w:eastAsia="lt-LT"/>
              </w:rPr>
              <w:t>□ netenkina</w:t>
            </w:r>
          </w:p>
        </w:tc>
      </w:tr>
      <w:tr w:rsidR="00A53B87" w14:paraId="2E954E3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742A5" w14:textId="77777777" w:rsidR="00A53B87" w:rsidRDefault="00D85D1D">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4BE08" w14:textId="77777777" w:rsidR="00A53B87" w:rsidRDefault="00D85D1D">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BB301D" w14:textId="77777777" w:rsidR="00A53B87" w:rsidRDefault="00A53B87">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1C86F" w14:textId="77777777" w:rsidR="00A53B87" w:rsidRDefault="00A53B87">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E34CD9" w14:textId="77777777" w:rsidR="00A53B87" w:rsidRDefault="00D85D1D">
            <w:pPr>
              <w:rPr>
                <w:sz w:val="20"/>
                <w:lang w:eastAsia="lt-LT"/>
              </w:rPr>
            </w:pPr>
            <w:r>
              <w:rPr>
                <w:sz w:val="20"/>
                <w:lang w:eastAsia="lt-LT"/>
              </w:rPr>
              <w:t>□ tenkina</w:t>
            </w:r>
          </w:p>
          <w:p w14:paraId="6B080ADA" w14:textId="77777777" w:rsidR="00A53B87" w:rsidRDefault="00D85D1D">
            <w:pPr>
              <w:rPr>
                <w:sz w:val="20"/>
                <w:lang w:eastAsia="lt-LT"/>
              </w:rPr>
            </w:pPr>
            <w:r>
              <w:rPr>
                <w:sz w:val="20"/>
                <w:lang w:eastAsia="lt-LT"/>
              </w:rPr>
              <w:t>□ netenkina</w:t>
            </w:r>
          </w:p>
        </w:tc>
      </w:tr>
      <w:tr w:rsidR="00A53B87" w14:paraId="0652ECBF"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0E6B274" w14:textId="77777777" w:rsidR="00A53B87" w:rsidRDefault="00A53B87">
            <w:pPr>
              <w:rPr>
                <w:sz w:val="20"/>
                <w:lang w:eastAsia="lt-LT"/>
              </w:rPr>
            </w:pPr>
          </w:p>
          <w:p w14:paraId="1D58EC80" w14:textId="77777777" w:rsidR="00A53B87" w:rsidRDefault="00D85D1D">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775B49A" w14:textId="77777777" w:rsidR="00A53B87" w:rsidRDefault="00A53B87">
            <w:pPr>
              <w:rPr>
                <w:sz w:val="20"/>
                <w:lang w:eastAsia="lt-LT"/>
              </w:rPr>
            </w:pPr>
          </w:p>
          <w:p w14:paraId="799E6A6F" w14:textId="77777777" w:rsidR="00A53B87" w:rsidRDefault="00D85D1D">
            <w:pPr>
              <w:jc w:val="both"/>
              <w:rPr>
                <w:sz w:val="20"/>
                <w:shd w:val="clear" w:color="auto" w:fill="FFFFFF"/>
              </w:rPr>
            </w:pPr>
            <w:r>
              <w:rPr>
                <w:sz w:val="20"/>
                <w:shd w:val="clear" w:color="auto" w:fill="FFFFFF"/>
              </w:rPr>
              <w:t xml:space="preserve">Statybos, investicijų ir turto valdymo skyriaus vyriausioji specialistė </w:t>
            </w:r>
          </w:p>
          <w:p w14:paraId="4D661325" w14:textId="77777777" w:rsidR="00A53B87" w:rsidRDefault="00A53B87">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FF93ECB" w14:textId="77777777" w:rsidR="00A53B87" w:rsidRDefault="00A53B87">
            <w:pPr>
              <w:rPr>
                <w:sz w:val="20"/>
                <w:lang w:eastAsia="lt-LT"/>
              </w:rPr>
            </w:pPr>
          </w:p>
          <w:p w14:paraId="77EACF1B" w14:textId="77777777" w:rsidR="00A53B87" w:rsidRDefault="00D85D1D">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6182517" w14:textId="77777777" w:rsidR="00A53B87" w:rsidRDefault="00A53B87">
            <w:pPr>
              <w:rPr>
                <w:sz w:val="20"/>
                <w:lang w:eastAsia="lt-LT"/>
              </w:rPr>
            </w:pPr>
          </w:p>
          <w:p w14:paraId="67539495" w14:textId="77777777" w:rsidR="00A53B87" w:rsidRDefault="00D85D1D">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C77FEEF" w14:textId="77777777" w:rsidR="00A53B87" w:rsidRDefault="00A53B87">
            <w:pPr>
              <w:rPr>
                <w:sz w:val="20"/>
                <w:lang w:eastAsia="lt-LT"/>
              </w:rPr>
            </w:pPr>
          </w:p>
          <w:p w14:paraId="727BD264" w14:textId="77777777" w:rsidR="00A53B87" w:rsidRDefault="00D85D1D">
            <w:pPr>
              <w:rPr>
                <w:sz w:val="20"/>
                <w:lang w:eastAsia="lt-LT"/>
              </w:rPr>
            </w:pPr>
            <w:r>
              <w:rPr>
                <w:sz w:val="20"/>
                <w:lang w:eastAsia="lt-LT"/>
              </w:rPr>
              <w:t>Administracijos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13432FAE" w14:textId="77777777" w:rsidR="00A53B87" w:rsidRDefault="00A53B87">
            <w:pPr>
              <w:rPr>
                <w:sz w:val="20"/>
                <w:lang w:eastAsia="lt-LT"/>
              </w:rPr>
            </w:pPr>
          </w:p>
          <w:p w14:paraId="1388E8AD" w14:textId="77777777" w:rsidR="00A53B87" w:rsidRDefault="00D85D1D">
            <w:pPr>
              <w:rPr>
                <w:sz w:val="20"/>
                <w:lang w:eastAsia="lt-LT"/>
              </w:rPr>
            </w:pPr>
            <w:r>
              <w:rPr>
                <w:sz w:val="20"/>
                <w:lang w:eastAsia="lt-LT"/>
              </w:rPr>
              <w:t xml:space="preserve">Simona </w:t>
            </w:r>
            <w:proofErr w:type="spellStart"/>
            <w:r>
              <w:rPr>
                <w:sz w:val="20"/>
                <w:lang w:eastAsia="lt-LT"/>
              </w:rPr>
              <w:t>Česnakienė</w:t>
            </w:r>
            <w:proofErr w:type="spellEnd"/>
          </w:p>
        </w:tc>
      </w:tr>
      <w:tr w:rsidR="00A53B87" w14:paraId="45C13B96"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6512232" w14:textId="77777777" w:rsidR="00A53B87" w:rsidRDefault="00A53B87">
            <w:pPr>
              <w:rPr>
                <w:sz w:val="20"/>
                <w:lang w:eastAsia="lt-LT"/>
              </w:rPr>
            </w:pPr>
          </w:p>
          <w:p w14:paraId="6199A497" w14:textId="77777777" w:rsidR="00A53B87" w:rsidRDefault="00A53B87">
            <w:pPr>
              <w:rPr>
                <w:sz w:val="20"/>
                <w:lang w:eastAsia="lt-LT"/>
              </w:rPr>
            </w:pPr>
          </w:p>
          <w:p w14:paraId="5E4C192F" w14:textId="77777777" w:rsidR="00A53B87" w:rsidRDefault="00A53B87">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86F023B" w14:textId="77777777" w:rsidR="00A53B87" w:rsidRDefault="00D85D1D">
            <w:pPr>
              <w:ind w:left="-11" w:firstLine="11"/>
              <w:rPr>
                <w:sz w:val="20"/>
                <w:lang w:eastAsia="lt-LT"/>
              </w:rPr>
            </w:pPr>
            <w:r>
              <w:rPr>
                <w:sz w:val="20"/>
                <w:lang w:eastAsia="lt-LT"/>
              </w:rPr>
              <w:t>(parašas)</w:t>
            </w:r>
          </w:p>
          <w:p w14:paraId="45B56953" w14:textId="77777777" w:rsidR="00A53B87" w:rsidRDefault="00A53B87">
            <w:pPr>
              <w:ind w:left="-11" w:firstLine="11"/>
              <w:rPr>
                <w:sz w:val="20"/>
                <w:lang w:eastAsia="lt-LT"/>
              </w:rPr>
            </w:pPr>
          </w:p>
          <w:p w14:paraId="5B967176" w14:textId="77777777" w:rsidR="00A53B87" w:rsidRDefault="00A53B87">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358BB3AE" w14:textId="77777777" w:rsidR="00A53B87" w:rsidRDefault="00D85D1D">
            <w:pPr>
              <w:ind w:left="819"/>
              <w:rPr>
                <w:sz w:val="20"/>
                <w:lang w:eastAsia="lt-LT"/>
              </w:rPr>
            </w:pPr>
            <w:r>
              <w:rPr>
                <w:sz w:val="20"/>
                <w:lang w:eastAsia="lt-LT"/>
              </w:rPr>
              <w:t>(data)</w:t>
            </w:r>
          </w:p>
          <w:p w14:paraId="4B78DEB2" w14:textId="77777777" w:rsidR="00A53B87" w:rsidRDefault="00A53B87">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7042D40" w14:textId="77777777" w:rsidR="00A53B87" w:rsidRDefault="00A53B87">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648E13D" w14:textId="77777777" w:rsidR="00A53B87" w:rsidRDefault="00D85D1D">
            <w:pPr>
              <w:ind w:left="-11" w:firstLine="64"/>
              <w:rPr>
                <w:sz w:val="20"/>
                <w:lang w:eastAsia="lt-LT"/>
              </w:rPr>
            </w:pPr>
            <w:r>
              <w:rPr>
                <w:sz w:val="20"/>
                <w:lang w:eastAsia="lt-LT"/>
              </w:rPr>
              <w:t>(parašas)</w:t>
            </w:r>
          </w:p>
          <w:p w14:paraId="64F5DE10" w14:textId="77777777" w:rsidR="00A53B87" w:rsidRDefault="00A53B87">
            <w:pPr>
              <w:ind w:left="-11" w:firstLine="64"/>
              <w:rPr>
                <w:sz w:val="20"/>
                <w:lang w:eastAsia="lt-LT"/>
              </w:rPr>
            </w:pPr>
          </w:p>
          <w:p w14:paraId="47550439" w14:textId="77777777" w:rsidR="00A53B87" w:rsidRDefault="00A53B87">
            <w:pPr>
              <w:ind w:left="-11" w:firstLine="64"/>
              <w:rPr>
                <w:sz w:val="20"/>
                <w:lang w:eastAsia="lt-LT"/>
              </w:rPr>
            </w:pPr>
          </w:p>
          <w:p w14:paraId="238FD494" w14:textId="77777777" w:rsidR="00A53B87" w:rsidRDefault="00A53B87">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5FDAEB62" w14:textId="77777777" w:rsidR="00A53B87" w:rsidRDefault="00D85D1D">
            <w:pPr>
              <w:ind w:left="849"/>
              <w:rPr>
                <w:sz w:val="20"/>
                <w:lang w:eastAsia="lt-LT"/>
              </w:rPr>
            </w:pPr>
            <w:r>
              <w:rPr>
                <w:sz w:val="20"/>
                <w:lang w:eastAsia="lt-LT"/>
              </w:rPr>
              <w:t>(data)</w:t>
            </w:r>
          </w:p>
          <w:p w14:paraId="6C850297" w14:textId="77777777" w:rsidR="00A53B87" w:rsidRDefault="00A53B87">
            <w:pPr>
              <w:ind w:left="-11" w:firstLine="64"/>
              <w:rPr>
                <w:sz w:val="20"/>
                <w:lang w:eastAsia="lt-LT"/>
              </w:rPr>
            </w:pPr>
          </w:p>
        </w:tc>
      </w:tr>
    </w:tbl>
    <w:p w14:paraId="2117D684" w14:textId="77777777" w:rsidR="00A53B87" w:rsidRDefault="00D85D1D">
      <w:pPr>
        <w:tabs>
          <w:tab w:val="left" w:pos="6237"/>
        </w:tabs>
        <w:jc w:val="center"/>
      </w:pPr>
      <w:r>
        <w:rPr>
          <w:color w:val="000000"/>
          <w:szCs w:val="24"/>
          <w:lang w:eastAsia="lt-LT"/>
        </w:rPr>
        <w:t>___________________________</w:t>
      </w:r>
    </w:p>
    <w:p w14:paraId="2A8D4472" w14:textId="77777777" w:rsidR="00A53B87" w:rsidRDefault="00A53B87">
      <w:pPr>
        <w:tabs>
          <w:tab w:val="center" w:pos="-7800"/>
          <w:tab w:val="left" w:pos="6237"/>
          <w:tab w:val="right" w:pos="8306"/>
        </w:tabs>
      </w:pPr>
    </w:p>
    <w:p w14:paraId="08878FA0" w14:textId="77777777" w:rsidR="00A53B87" w:rsidRDefault="00A53B87">
      <w:pPr>
        <w:tabs>
          <w:tab w:val="center" w:pos="-7800"/>
          <w:tab w:val="left" w:pos="6237"/>
          <w:tab w:val="right" w:pos="8306"/>
        </w:tabs>
        <w:rPr>
          <w:lang w:eastAsia="lt-LT"/>
        </w:rPr>
      </w:pPr>
    </w:p>
    <w:p w14:paraId="539DA82B" w14:textId="77777777" w:rsidR="00A53B87" w:rsidRDefault="00A53B87">
      <w:pPr>
        <w:widowControl w:val="0"/>
      </w:pPr>
    </w:p>
    <w:sectPr w:rsidR="00A53B87">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F10D3" w14:textId="77777777" w:rsidR="000542E4" w:rsidRDefault="000542E4">
      <w:pPr>
        <w:rPr>
          <w:lang w:eastAsia="lt-LT"/>
        </w:rPr>
      </w:pPr>
      <w:r>
        <w:rPr>
          <w:lang w:eastAsia="lt-LT"/>
        </w:rPr>
        <w:separator/>
      </w:r>
    </w:p>
  </w:endnote>
  <w:endnote w:type="continuationSeparator" w:id="0">
    <w:p w14:paraId="242235C2" w14:textId="77777777" w:rsidR="000542E4" w:rsidRDefault="000542E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C5D9B" w14:textId="77777777" w:rsidR="000542E4" w:rsidRDefault="000542E4">
      <w:pPr>
        <w:rPr>
          <w:lang w:eastAsia="lt-LT"/>
        </w:rPr>
      </w:pPr>
      <w:r>
        <w:rPr>
          <w:lang w:eastAsia="lt-LT"/>
        </w:rPr>
        <w:separator/>
      </w:r>
    </w:p>
  </w:footnote>
  <w:footnote w:type="continuationSeparator" w:id="0">
    <w:p w14:paraId="288AD5D9" w14:textId="77777777" w:rsidR="000542E4" w:rsidRDefault="000542E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39BC6" w14:textId="77777777" w:rsidR="00A53B87" w:rsidRDefault="00A53B87">
    <w:pPr>
      <w:framePr w:wrap="auto" w:vAnchor="text" w:hAnchor="margin" w:xAlign="center" w:y="1"/>
      <w:tabs>
        <w:tab w:val="center" w:pos="4153"/>
        <w:tab w:val="right" w:pos="8306"/>
      </w:tabs>
      <w:rPr>
        <w:lang w:eastAsia="lt-LT"/>
      </w:rPr>
    </w:pPr>
  </w:p>
  <w:p w14:paraId="598BD2D2" w14:textId="77777777" w:rsidR="00A53B87" w:rsidRDefault="00A53B8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84B64" w14:textId="77777777" w:rsidR="00A53B87" w:rsidRDefault="00D85D1D">
    <w:pPr>
      <w:pStyle w:val="Antrats"/>
      <w:jc w:val="center"/>
    </w:pPr>
    <w:r>
      <w:fldChar w:fldCharType="begin"/>
    </w:r>
    <w:r>
      <w:instrText>PAGE   \* MERGEFORMAT</w:instrText>
    </w:r>
    <w:r>
      <w:fldChar w:fldCharType="separate"/>
    </w:r>
    <w:r>
      <w:t>3</w:t>
    </w:r>
    <w:r>
      <w:fldChar w:fldCharType="end"/>
    </w:r>
  </w:p>
  <w:p w14:paraId="18C1262E" w14:textId="77777777" w:rsidR="00A53B87" w:rsidRDefault="00A53B8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73E"/>
    <w:rsid w:val="000542E4"/>
    <w:rsid w:val="0042722D"/>
    <w:rsid w:val="0046373E"/>
    <w:rsid w:val="009F60AF"/>
    <w:rsid w:val="00A53B87"/>
    <w:rsid w:val="00D85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DC91"/>
  <w15:docId w15:val="{0EE578A8-51BB-433C-B8FF-CC0DF261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Skuodo%20rajono%20savivaldyb&#279;s%20tarybos%202024%20m.%20spalio%2031%20d.%20sprendimo%20Nr.%20T9-208%20,,D&#279;l%20kitos%20paskirties%20valstybin&#279;s%20&#382;em&#279;s%20sklypo,%20esan&#269;io%20Piev&#371;%20g.%2038,%20Skuodo%20mieste,%20nuomos&#8220;%20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Skuodo rajono savivaldybės tarybos 2024 m. spalio 31 d. sprendimo Nr. T9-208 ,,Dėl kitos paskirties valstybinės žemės sklypo, esančio Pievų g. 38, Skuodo mieste, nuomos“ pakeitimo</Template>
  <TotalTime>0</TotalTime>
  <Pages>3</Pages>
  <Words>4663</Words>
  <Characters>2658</Characters>
  <Application>Microsoft Office Word</Application>
  <DocSecurity>4</DocSecurity>
  <Lines>22</Lines>
  <Paragraphs>14</Paragraphs>
  <ScaleCrop>false</ScaleCrop>
  <Company>LRVK</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2024-11-19T18:15:00Z</dcterms:created>
  <dcterms:modified xsi:type="dcterms:W3CDTF">2024-11-19T18:15:00Z</dcterms:modified>
</cp:coreProperties>
</file>